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1C5" w:rsidRDefault="005141C5" w:rsidP="005141C5">
      <w:pPr>
        <w:jc w:val="center"/>
        <w:rPr>
          <w:b/>
          <w:sz w:val="24"/>
        </w:rPr>
      </w:pPr>
      <w:r>
        <w:rPr>
          <w:b/>
          <w:sz w:val="24"/>
        </w:rPr>
        <w:t>Travel and Contemporary Life</w:t>
      </w:r>
    </w:p>
    <w:p w:rsidR="006D18FF" w:rsidRDefault="005141C5" w:rsidP="005141C5">
      <w:pPr>
        <w:jc w:val="center"/>
        <w:rPr>
          <w:b/>
          <w:sz w:val="24"/>
        </w:rPr>
      </w:pPr>
      <w:r>
        <w:rPr>
          <w:b/>
          <w:sz w:val="24"/>
        </w:rPr>
        <w:t>Travel the World</w:t>
      </w:r>
    </w:p>
    <w:p w:rsidR="005141C5" w:rsidRDefault="005141C5" w:rsidP="005141C5">
      <w:pPr>
        <w:jc w:val="center"/>
        <w:rPr>
          <w:b/>
          <w:sz w:val="24"/>
        </w:rPr>
      </w:pPr>
    </w:p>
    <w:p w:rsidR="005141C5" w:rsidRPr="00057BF8" w:rsidRDefault="004327D8" w:rsidP="005141C5">
      <w:pPr>
        <w:rPr>
          <w:b/>
          <w:sz w:val="24"/>
          <w:lang w:val="es-ES"/>
        </w:rPr>
      </w:pPr>
      <w:proofErr w:type="spellStart"/>
      <w:r w:rsidRPr="00057BF8">
        <w:rPr>
          <w:b/>
          <w:sz w:val="24"/>
          <w:lang w:val="es-ES"/>
        </w:rPr>
        <w:t>Making</w:t>
      </w:r>
      <w:proofErr w:type="spellEnd"/>
      <w:r w:rsidRPr="00057BF8">
        <w:rPr>
          <w:b/>
          <w:sz w:val="24"/>
          <w:lang w:val="es-ES"/>
        </w:rPr>
        <w:t xml:space="preserve"> </w:t>
      </w:r>
      <w:proofErr w:type="spellStart"/>
      <w:r w:rsidRPr="00057BF8">
        <w:rPr>
          <w:b/>
          <w:sz w:val="24"/>
          <w:lang w:val="es-ES"/>
        </w:rPr>
        <w:t>travel</w:t>
      </w:r>
      <w:proofErr w:type="spellEnd"/>
      <w:r w:rsidRPr="00057BF8">
        <w:rPr>
          <w:b/>
          <w:sz w:val="24"/>
          <w:lang w:val="es-ES"/>
        </w:rPr>
        <w:t xml:space="preserve"> </w:t>
      </w:r>
      <w:proofErr w:type="spellStart"/>
      <w:r w:rsidRPr="00057BF8">
        <w:rPr>
          <w:b/>
          <w:sz w:val="24"/>
          <w:lang w:val="es-ES"/>
        </w:rPr>
        <w:t>arrangements</w:t>
      </w:r>
      <w:proofErr w:type="spellEnd"/>
    </w:p>
    <w:p w:rsidR="004327D8" w:rsidRPr="00861291" w:rsidRDefault="004327D8" w:rsidP="005141C5">
      <w:pPr>
        <w:rPr>
          <w:i/>
          <w:sz w:val="24"/>
          <w:lang w:val="es-ES"/>
        </w:rPr>
      </w:pPr>
      <w:r w:rsidRPr="00861291">
        <w:rPr>
          <w:i/>
          <w:sz w:val="24"/>
          <w:lang w:val="es-ES"/>
        </w:rPr>
        <w:t>¿Cómo llego allí?</w:t>
      </w:r>
    </w:p>
    <w:p w:rsidR="004327D8" w:rsidRPr="00861291" w:rsidRDefault="004327D8" w:rsidP="004327D8">
      <w:pPr>
        <w:rPr>
          <w:i/>
          <w:sz w:val="24"/>
          <w:lang w:val="es-ES"/>
        </w:rPr>
      </w:pPr>
      <w:r w:rsidRPr="00861291">
        <w:rPr>
          <w:i/>
          <w:sz w:val="24"/>
          <w:lang w:val="es-ES"/>
        </w:rPr>
        <w:t>¿Puedo tomar…?</w:t>
      </w:r>
    </w:p>
    <w:p w:rsidR="003E01C5" w:rsidRPr="00861291" w:rsidRDefault="003E01C5" w:rsidP="004327D8">
      <w:pPr>
        <w:rPr>
          <w:i/>
          <w:sz w:val="24"/>
          <w:lang w:val="es-ES"/>
        </w:rPr>
      </w:pPr>
      <w:r w:rsidRPr="00861291">
        <w:rPr>
          <w:i/>
          <w:sz w:val="24"/>
          <w:lang w:val="es-ES"/>
        </w:rPr>
        <w:t>Prefería/Quería/Podría viajar por…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tren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carro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 xml:space="preserve">El avión 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autobús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A pie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 xml:space="preserve">El subterráneo 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A pie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taxi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Hacer la maleta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Ir de vacaciones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 xml:space="preserve">Llamar a 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Viajar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boleto (de ida y vuelta)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equipaje</w:t>
      </w:r>
      <w:bookmarkStart w:id="0" w:name="_GoBack"/>
      <w:bookmarkEnd w:id="0"/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La identificación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pasaporte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La maleta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Abordar</w:t>
      </w:r>
    </w:p>
    <w:p w:rsidR="004327D8" w:rsidRDefault="004327D8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aeropuerto</w:t>
      </w:r>
    </w:p>
    <w:p w:rsidR="004327D8" w:rsidRDefault="00D65923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La estación de tren</w:t>
      </w:r>
    </w:p>
    <w:p w:rsidR="00D65923" w:rsidRDefault="00D65923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La parada de autobús</w:t>
      </w:r>
    </w:p>
    <w:p w:rsidR="00D65923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Pasar por seguridad</w:t>
      </w:r>
    </w:p>
    <w:p w:rsidR="00D34949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Pasar por la aduana</w:t>
      </w:r>
    </w:p>
    <w:p w:rsidR="00D34949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Facturar el equipaje</w:t>
      </w:r>
    </w:p>
    <w:p w:rsidR="00D34949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La pantalla</w:t>
      </w:r>
    </w:p>
    <w:p w:rsidR="00D34949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La llegada</w:t>
      </w:r>
    </w:p>
    <w:p w:rsidR="00D34949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La salida</w:t>
      </w:r>
    </w:p>
    <w:p w:rsidR="00D34949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reclamo de equipaje</w:t>
      </w:r>
    </w:p>
    <w:p w:rsidR="00D34949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El vuelo</w:t>
      </w:r>
    </w:p>
    <w:p w:rsidR="00D34949" w:rsidRDefault="00D34949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La puerta</w:t>
      </w:r>
    </w:p>
    <w:p w:rsidR="001B2F7E" w:rsidRDefault="001B2F7E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 xml:space="preserve">Subir </w:t>
      </w:r>
    </w:p>
    <w:p w:rsidR="001B2F7E" w:rsidRDefault="001B2F7E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Bajar</w:t>
      </w:r>
    </w:p>
    <w:p w:rsidR="001B2F7E" w:rsidRDefault="001B2F7E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Perder el…</w:t>
      </w:r>
    </w:p>
    <w:p w:rsidR="001B2F7E" w:rsidRDefault="00E9379E" w:rsidP="004327D8">
      <w:pPr>
        <w:pStyle w:val="ListParagraph"/>
        <w:numPr>
          <w:ilvl w:val="0"/>
          <w:numId w:val="2"/>
        </w:numPr>
        <w:rPr>
          <w:sz w:val="24"/>
          <w:lang w:val="es-ES"/>
        </w:rPr>
      </w:pPr>
      <w:r>
        <w:rPr>
          <w:sz w:val="24"/>
          <w:lang w:val="es-ES"/>
        </w:rPr>
        <w:t>Hacer cola</w:t>
      </w:r>
    </w:p>
    <w:p w:rsidR="00E9379E" w:rsidRPr="00861291" w:rsidRDefault="006024D4" w:rsidP="006024D4">
      <w:pPr>
        <w:rPr>
          <w:i/>
          <w:sz w:val="24"/>
          <w:lang w:val="es-ES"/>
        </w:rPr>
      </w:pPr>
      <w:r w:rsidRPr="00861291">
        <w:rPr>
          <w:i/>
          <w:sz w:val="24"/>
          <w:lang w:val="es-ES"/>
        </w:rPr>
        <w:t>¿</w:t>
      </w:r>
      <w:r w:rsidR="001928C5" w:rsidRPr="00861291">
        <w:rPr>
          <w:i/>
          <w:sz w:val="24"/>
          <w:lang w:val="es-ES"/>
        </w:rPr>
        <w:t>Dónde voy a quedarme?</w:t>
      </w:r>
    </w:p>
    <w:p w:rsidR="001928C5" w:rsidRDefault="001928C5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>El hotel</w:t>
      </w:r>
    </w:p>
    <w:p w:rsidR="001928C5" w:rsidRDefault="001928C5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>El hostal</w:t>
      </w:r>
    </w:p>
    <w:p w:rsidR="001928C5" w:rsidRDefault="00117BA3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>La recepción</w:t>
      </w:r>
    </w:p>
    <w:p w:rsidR="00117BA3" w:rsidRDefault="00117BA3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>La llave</w:t>
      </w:r>
    </w:p>
    <w:p w:rsidR="00117BA3" w:rsidRDefault="00117BA3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>La habitación (doble)</w:t>
      </w:r>
    </w:p>
    <w:p w:rsidR="00117BA3" w:rsidRDefault="00117BA3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>La manta</w:t>
      </w:r>
    </w:p>
    <w:p w:rsidR="00117BA3" w:rsidRDefault="00117BA3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 xml:space="preserve">La almohada </w:t>
      </w:r>
    </w:p>
    <w:p w:rsidR="00117BA3" w:rsidRDefault="00117BA3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lastRenderedPageBreak/>
        <w:t>La ducha</w:t>
      </w:r>
    </w:p>
    <w:p w:rsidR="00117BA3" w:rsidRDefault="00117BA3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>El baño</w:t>
      </w:r>
    </w:p>
    <w:p w:rsidR="00117BA3" w:rsidRDefault="00117BA3" w:rsidP="001928C5">
      <w:pPr>
        <w:pStyle w:val="ListParagraph"/>
        <w:numPr>
          <w:ilvl w:val="0"/>
          <w:numId w:val="3"/>
        </w:numPr>
        <w:rPr>
          <w:sz w:val="24"/>
          <w:lang w:val="es-ES"/>
        </w:rPr>
      </w:pPr>
      <w:r>
        <w:rPr>
          <w:sz w:val="24"/>
          <w:lang w:val="es-ES"/>
        </w:rPr>
        <w:t>El inodoro</w:t>
      </w:r>
    </w:p>
    <w:p w:rsidR="00117BA3" w:rsidRPr="00636093" w:rsidRDefault="00117BA3" w:rsidP="00117BA3">
      <w:pPr>
        <w:rPr>
          <w:b/>
          <w:sz w:val="24"/>
          <w:lang w:val="es-ES"/>
        </w:rPr>
      </w:pPr>
      <w:proofErr w:type="spellStart"/>
      <w:r w:rsidRPr="00636093">
        <w:rPr>
          <w:b/>
          <w:sz w:val="24"/>
          <w:lang w:val="es-ES"/>
        </w:rPr>
        <w:t>Directions</w:t>
      </w:r>
      <w:proofErr w:type="spellEnd"/>
    </w:p>
    <w:p w:rsidR="005B5209" w:rsidRPr="00861291" w:rsidRDefault="005B5209" w:rsidP="00117BA3">
      <w:pPr>
        <w:rPr>
          <w:i/>
          <w:sz w:val="24"/>
          <w:lang w:val="es-ES"/>
        </w:rPr>
      </w:pPr>
      <w:r w:rsidRPr="00861291">
        <w:rPr>
          <w:i/>
          <w:sz w:val="24"/>
          <w:lang w:val="es-ES"/>
        </w:rPr>
        <w:t>¿Dónde está…?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A la/al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De la/del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De las/de los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Delante de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Cerca de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Lejos de</w:t>
      </w:r>
    </w:p>
    <w:p w:rsidR="0062230E" w:rsidRDefault="0062230E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Doblar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A la izquierda de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A la derecha de</w:t>
      </w:r>
    </w:p>
    <w:p w:rsidR="00117BA3" w:rsidRDefault="00506EBB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Seguir</w:t>
      </w:r>
      <w:r w:rsidR="00117BA3">
        <w:rPr>
          <w:sz w:val="24"/>
          <w:lang w:val="es-ES"/>
        </w:rPr>
        <w:t xml:space="preserve"> derecho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 xml:space="preserve">Enfrente de </w:t>
      </w:r>
    </w:p>
    <w:p w:rsidR="00117BA3" w:rsidRDefault="00117BA3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Detrás de</w:t>
      </w:r>
    </w:p>
    <w:p w:rsidR="00506EBB" w:rsidRDefault="00506EBB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En la esquina de</w:t>
      </w:r>
    </w:p>
    <w:p w:rsidR="00506EBB" w:rsidRDefault="00506EBB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Entre</w:t>
      </w:r>
    </w:p>
    <w:p w:rsidR="00506EBB" w:rsidRDefault="00506EBB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 xml:space="preserve">Frente a </w:t>
      </w:r>
    </w:p>
    <w:p w:rsidR="00506EBB" w:rsidRDefault="00506EBB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Al lado de</w:t>
      </w:r>
    </w:p>
    <w:p w:rsidR="00A45F14" w:rsidRDefault="00A45F14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Norte</w:t>
      </w:r>
    </w:p>
    <w:p w:rsidR="00A45F14" w:rsidRDefault="00A45F14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Este</w:t>
      </w:r>
    </w:p>
    <w:p w:rsidR="00A45F14" w:rsidRDefault="00A45F14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Sur</w:t>
      </w:r>
    </w:p>
    <w:p w:rsidR="00A45F14" w:rsidRDefault="00A45F14" w:rsidP="00117BA3">
      <w:pPr>
        <w:pStyle w:val="ListParagraph"/>
        <w:numPr>
          <w:ilvl w:val="0"/>
          <w:numId w:val="4"/>
        </w:numPr>
        <w:rPr>
          <w:sz w:val="24"/>
          <w:lang w:val="es-ES"/>
        </w:rPr>
      </w:pPr>
      <w:r>
        <w:rPr>
          <w:sz w:val="24"/>
          <w:lang w:val="es-ES"/>
        </w:rPr>
        <w:t>Oeste</w:t>
      </w:r>
    </w:p>
    <w:p w:rsidR="00506EBB" w:rsidRDefault="00506EBB" w:rsidP="00506EBB">
      <w:pPr>
        <w:rPr>
          <w:sz w:val="24"/>
          <w:lang w:val="es-ES"/>
        </w:rPr>
      </w:pPr>
    </w:p>
    <w:p w:rsidR="00506EBB" w:rsidRDefault="00506EBB" w:rsidP="00506EBB">
      <w:pPr>
        <w:rPr>
          <w:b/>
          <w:sz w:val="24"/>
          <w:lang w:val="es-ES"/>
        </w:rPr>
      </w:pPr>
      <w:proofErr w:type="spellStart"/>
      <w:r w:rsidRPr="00506EBB">
        <w:rPr>
          <w:b/>
          <w:sz w:val="24"/>
          <w:lang w:val="es-ES"/>
        </w:rPr>
        <w:t>Sequencing</w:t>
      </w:r>
      <w:proofErr w:type="spellEnd"/>
    </w:p>
    <w:p w:rsidR="00506EBB" w:rsidRPr="00593E20" w:rsidRDefault="00506EBB" w:rsidP="00B377C0">
      <w:pPr>
        <w:pStyle w:val="ListParagraph"/>
        <w:numPr>
          <w:ilvl w:val="0"/>
          <w:numId w:val="5"/>
        </w:numPr>
        <w:rPr>
          <w:sz w:val="24"/>
          <w:lang w:val="es-ES_tradnl"/>
        </w:rPr>
      </w:pPr>
      <w:r w:rsidRPr="00593E20">
        <w:rPr>
          <w:sz w:val="24"/>
          <w:lang w:val="es-ES_tradnl"/>
        </w:rPr>
        <w:t>Primero</w:t>
      </w:r>
    </w:p>
    <w:p w:rsidR="00B377C0" w:rsidRPr="00593E20" w:rsidRDefault="00B377C0" w:rsidP="00B377C0">
      <w:pPr>
        <w:pStyle w:val="ListParagraph"/>
        <w:numPr>
          <w:ilvl w:val="0"/>
          <w:numId w:val="5"/>
        </w:numPr>
        <w:rPr>
          <w:sz w:val="24"/>
          <w:lang w:val="es-ES_tradnl"/>
        </w:rPr>
      </w:pPr>
      <w:r w:rsidRPr="00593E20">
        <w:rPr>
          <w:sz w:val="24"/>
          <w:lang w:val="es-ES_tradnl"/>
        </w:rPr>
        <w:t xml:space="preserve">Segundo </w:t>
      </w:r>
    </w:p>
    <w:p w:rsidR="00506EBB" w:rsidRPr="00593E20" w:rsidRDefault="005B5209" w:rsidP="00506EBB">
      <w:pPr>
        <w:ind w:left="360"/>
        <w:rPr>
          <w:sz w:val="24"/>
          <w:lang w:val="es-ES_tradnl"/>
        </w:rPr>
      </w:pPr>
      <w:r w:rsidRPr="00593E20">
        <w:rPr>
          <w:sz w:val="24"/>
          <w:lang w:val="es-ES_tradnl"/>
        </w:rPr>
        <w:t>3</w:t>
      </w:r>
      <w:r w:rsidR="00506EBB" w:rsidRPr="00593E20">
        <w:rPr>
          <w:sz w:val="24"/>
          <w:lang w:val="es-ES_tradnl"/>
        </w:rPr>
        <w:t>.  Después</w:t>
      </w:r>
    </w:p>
    <w:p w:rsidR="00506EBB" w:rsidRPr="00593E20" w:rsidRDefault="005B5209" w:rsidP="00506EBB">
      <w:pPr>
        <w:ind w:left="360"/>
        <w:rPr>
          <w:sz w:val="24"/>
          <w:lang w:val="es-ES_tradnl"/>
        </w:rPr>
      </w:pPr>
      <w:r w:rsidRPr="00593E20">
        <w:rPr>
          <w:sz w:val="24"/>
          <w:lang w:val="es-ES_tradnl"/>
        </w:rPr>
        <w:t>4</w:t>
      </w:r>
      <w:r w:rsidR="00506EBB" w:rsidRPr="00593E20">
        <w:rPr>
          <w:sz w:val="24"/>
          <w:lang w:val="es-ES_tradnl"/>
        </w:rPr>
        <w:t>.  Luego</w:t>
      </w:r>
    </w:p>
    <w:p w:rsidR="00506EBB" w:rsidRPr="00593E20" w:rsidRDefault="005B5209" w:rsidP="00506EBB">
      <w:pPr>
        <w:ind w:left="360"/>
        <w:rPr>
          <w:sz w:val="24"/>
          <w:lang w:val="es-ES_tradnl"/>
        </w:rPr>
      </w:pPr>
      <w:r w:rsidRPr="00593E20">
        <w:rPr>
          <w:sz w:val="24"/>
          <w:lang w:val="es-ES_tradnl"/>
        </w:rPr>
        <w:t>5</w:t>
      </w:r>
      <w:r w:rsidR="00506EBB" w:rsidRPr="00593E20">
        <w:rPr>
          <w:sz w:val="24"/>
          <w:lang w:val="es-ES_tradnl"/>
        </w:rPr>
        <w:t>.  Finalmente</w:t>
      </w:r>
    </w:p>
    <w:p w:rsidR="00506EBB" w:rsidRPr="00593E20" w:rsidRDefault="005B5209" w:rsidP="00506EBB">
      <w:pPr>
        <w:ind w:left="360"/>
        <w:rPr>
          <w:sz w:val="24"/>
          <w:lang w:val="es-ES_tradnl"/>
        </w:rPr>
      </w:pPr>
      <w:r w:rsidRPr="00593E20">
        <w:rPr>
          <w:sz w:val="24"/>
          <w:lang w:val="es-ES_tradnl"/>
        </w:rPr>
        <w:t>6</w:t>
      </w:r>
      <w:r w:rsidR="00506EBB" w:rsidRPr="00593E20">
        <w:rPr>
          <w:sz w:val="24"/>
          <w:lang w:val="es-ES_tradnl"/>
        </w:rPr>
        <w:t>.  Antes</w:t>
      </w:r>
    </w:p>
    <w:p w:rsidR="005B5209" w:rsidRPr="00593E20" w:rsidRDefault="005B5209" w:rsidP="00506EBB">
      <w:pPr>
        <w:ind w:left="360"/>
        <w:rPr>
          <w:sz w:val="24"/>
          <w:lang w:val="es-ES_tradnl"/>
        </w:rPr>
      </w:pPr>
      <w:r w:rsidRPr="00593E20">
        <w:rPr>
          <w:sz w:val="24"/>
          <w:lang w:val="es-ES_tradnl"/>
        </w:rPr>
        <w:t>7. Entonces</w:t>
      </w:r>
    </w:p>
    <w:p w:rsidR="005B5209" w:rsidRDefault="005B5209" w:rsidP="005B5209">
      <w:pPr>
        <w:rPr>
          <w:lang w:val="es-ES_tradnl"/>
        </w:rPr>
      </w:pPr>
    </w:p>
    <w:p w:rsidR="00275D85" w:rsidRDefault="00057BF8" w:rsidP="00275D85">
      <w:pPr>
        <w:rPr>
          <w:b/>
          <w:sz w:val="24"/>
          <w:lang w:val="es-ES_tradnl"/>
        </w:rPr>
      </w:pPr>
      <w:proofErr w:type="spellStart"/>
      <w:r>
        <w:rPr>
          <w:b/>
          <w:sz w:val="24"/>
          <w:lang w:val="es-ES_tradnl"/>
        </w:rPr>
        <w:t>Activities</w:t>
      </w:r>
      <w:proofErr w:type="spellEnd"/>
    </w:p>
    <w:p w:rsidR="00057BF8" w:rsidRPr="00057BF8" w:rsidRDefault="00057BF8" w:rsidP="00275D85">
      <w:pPr>
        <w:rPr>
          <w:i/>
          <w:sz w:val="24"/>
          <w:lang w:val="es-ES_tradnl"/>
        </w:rPr>
      </w:pPr>
      <w:r w:rsidRPr="00057BF8">
        <w:rPr>
          <w:i/>
          <w:sz w:val="24"/>
          <w:lang w:val="es-ES_tradnl"/>
        </w:rPr>
        <w:t>Me gustaría…</w:t>
      </w:r>
    </w:p>
    <w:p w:rsidR="00057BF8" w:rsidRPr="00057BF8" w:rsidRDefault="00057BF8" w:rsidP="00275D85">
      <w:pPr>
        <w:rPr>
          <w:i/>
          <w:sz w:val="24"/>
          <w:lang w:val="es-ES_tradnl"/>
        </w:rPr>
      </w:pPr>
      <w:r w:rsidRPr="00057BF8">
        <w:rPr>
          <w:i/>
          <w:sz w:val="24"/>
          <w:lang w:val="es-ES_tradnl"/>
        </w:rPr>
        <w:t>Prefería…</w:t>
      </w:r>
    </w:p>
    <w:p w:rsidR="00057BF8" w:rsidRPr="00057BF8" w:rsidRDefault="00057BF8" w:rsidP="00275D85">
      <w:pPr>
        <w:rPr>
          <w:i/>
          <w:sz w:val="24"/>
          <w:lang w:val="es-ES_tradnl"/>
        </w:rPr>
      </w:pPr>
      <w:r w:rsidRPr="00057BF8">
        <w:rPr>
          <w:i/>
          <w:sz w:val="24"/>
          <w:lang w:val="es-ES_tradnl"/>
        </w:rPr>
        <w:t>Quería…</w:t>
      </w:r>
    </w:p>
    <w:p w:rsidR="00057BF8" w:rsidRPr="00057BF8" w:rsidRDefault="00057BF8" w:rsidP="00275D85">
      <w:pPr>
        <w:rPr>
          <w:i/>
          <w:sz w:val="24"/>
          <w:lang w:val="es-ES_tradnl"/>
        </w:rPr>
      </w:pPr>
      <w:r w:rsidRPr="00057BF8">
        <w:rPr>
          <w:i/>
          <w:sz w:val="24"/>
          <w:lang w:val="es-ES_tradnl"/>
        </w:rPr>
        <w:t>Podría…</w:t>
      </w:r>
    </w:p>
    <w:p w:rsidR="00057BF8" w:rsidRDefault="00057BF8" w:rsidP="00057BF8">
      <w:pPr>
        <w:rPr>
          <w:sz w:val="24"/>
          <w:lang w:val="es-ES_tradnl"/>
        </w:rPr>
      </w:pPr>
      <w:r>
        <w:rPr>
          <w:sz w:val="24"/>
          <w:lang w:val="es-ES_tradnl"/>
        </w:rPr>
        <w:t>Pescar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Visitar un museo</w:t>
      </w:r>
    </w:p>
    <w:p w:rsidR="00057BF8" w:rsidRDefault="00057BF8" w:rsidP="00057BF8">
      <w:pPr>
        <w:rPr>
          <w:sz w:val="24"/>
          <w:lang w:val="es-ES_tradnl"/>
        </w:rPr>
      </w:pPr>
      <w:r>
        <w:rPr>
          <w:sz w:val="24"/>
          <w:lang w:val="es-ES_tradnl"/>
        </w:rPr>
        <w:t>Dar una caminata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Ir al mercado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Regatear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Hacer un crucero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Navegar un barco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 xml:space="preserve">Hacer una excursión 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Ver las atracciones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lastRenderedPageBreak/>
        <w:t>Tomar fotos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Montar a caballo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Esquiar (acuático)</w:t>
      </w:r>
    </w:p>
    <w:p w:rsidR="00057BF8" w:rsidRPr="00057BF8" w:rsidRDefault="00057BF8" w:rsidP="00275D85">
      <w:pPr>
        <w:rPr>
          <w:i/>
          <w:sz w:val="24"/>
          <w:lang w:val="es-ES_tradnl"/>
        </w:rPr>
      </w:pPr>
      <w:r w:rsidRPr="00057BF8">
        <w:rPr>
          <w:i/>
          <w:sz w:val="24"/>
          <w:lang w:val="es-ES_tradnl"/>
        </w:rPr>
        <w:t>¿Dónde haces las actividades?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El río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El lago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El mar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El océano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La montaña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El sendero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La playa</w:t>
      </w:r>
    </w:p>
    <w:p w:rsidR="00057BF8" w:rsidRDefault="00057BF8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La piscina</w:t>
      </w:r>
    </w:p>
    <w:p w:rsidR="00164D46" w:rsidRDefault="00164D46" w:rsidP="00275D85">
      <w:pPr>
        <w:rPr>
          <w:sz w:val="24"/>
          <w:lang w:val="es-ES_tradnl"/>
        </w:rPr>
      </w:pPr>
      <w:r>
        <w:rPr>
          <w:sz w:val="24"/>
          <w:lang w:val="es-ES_tradnl"/>
        </w:rPr>
        <w:t>Al aire libre</w:t>
      </w:r>
    </w:p>
    <w:p w:rsidR="00057BF8" w:rsidRPr="00057BF8" w:rsidRDefault="00057BF8" w:rsidP="00275D85">
      <w:pPr>
        <w:rPr>
          <w:sz w:val="24"/>
          <w:lang w:val="es-ES_tradnl"/>
        </w:rPr>
      </w:pPr>
    </w:p>
    <w:p w:rsidR="00275D85" w:rsidRPr="00275D85" w:rsidRDefault="00275D85" w:rsidP="00275D85">
      <w:pPr>
        <w:rPr>
          <w:b/>
          <w:sz w:val="24"/>
          <w:lang w:val="es-ES_tradnl"/>
        </w:rPr>
      </w:pPr>
      <w:proofErr w:type="spellStart"/>
      <w:r w:rsidRPr="00275D85">
        <w:rPr>
          <w:b/>
          <w:sz w:val="24"/>
          <w:lang w:val="es-ES_tradnl"/>
        </w:rPr>
        <w:t>Expressions</w:t>
      </w:r>
      <w:proofErr w:type="spellEnd"/>
      <w:r w:rsidRPr="00275D85">
        <w:rPr>
          <w:b/>
          <w:sz w:val="24"/>
          <w:lang w:val="es-ES_tradnl"/>
        </w:rPr>
        <w:t xml:space="preserve"> of </w:t>
      </w:r>
      <w:proofErr w:type="spellStart"/>
      <w:r w:rsidRPr="00275D85">
        <w:rPr>
          <w:b/>
          <w:sz w:val="24"/>
          <w:lang w:val="es-ES_tradnl"/>
        </w:rPr>
        <w:t>courtesy</w:t>
      </w:r>
      <w:proofErr w:type="spellEnd"/>
    </w:p>
    <w:p w:rsidR="00506EBB" w:rsidRDefault="00636093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>Me gustaría</w:t>
      </w:r>
    </w:p>
    <w:p w:rsidR="00636093" w:rsidRDefault="00636093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>Prefería</w:t>
      </w:r>
    </w:p>
    <w:p w:rsidR="00636093" w:rsidRDefault="00636093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>Quería</w:t>
      </w:r>
    </w:p>
    <w:p w:rsidR="00636093" w:rsidRDefault="00636093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>Podría</w:t>
      </w:r>
    </w:p>
    <w:p w:rsidR="00636093" w:rsidRDefault="00636093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>Pase</w:t>
      </w:r>
    </w:p>
    <w:p w:rsidR="00636093" w:rsidRDefault="00636093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>No hay de que</w:t>
      </w:r>
    </w:p>
    <w:p w:rsidR="008B4FE2" w:rsidRDefault="008B4FE2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>Con permiso</w:t>
      </w:r>
    </w:p>
    <w:p w:rsidR="008B4FE2" w:rsidRDefault="008B4FE2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>Perdón</w:t>
      </w:r>
    </w:p>
    <w:p w:rsidR="00512ECA" w:rsidRPr="00636093" w:rsidRDefault="00512ECA" w:rsidP="00636093">
      <w:pPr>
        <w:pStyle w:val="ListParagraph"/>
        <w:numPr>
          <w:ilvl w:val="0"/>
          <w:numId w:val="11"/>
        </w:numPr>
        <w:rPr>
          <w:sz w:val="24"/>
          <w:lang w:val="es-ES_tradnl"/>
        </w:rPr>
      </w:pPr>
      <w:r>
        <w:rPr>
          <w:sz w:val="24"/>
          <w:lang w:val="es-ES_tradnl"/>
        </w:rPr>
        <w:t xml:space="preserve">Lo siento </w:t>
      </w:r>
    </w:p>
    <w:p w:rsidR="00117BA3" w:rsidRPr="00117BA3" w:rsidRDefault="00117BA3" w:rsidP="00117BA3">
      <w:pPr>
        <w:pStyle w:val="ListParagraph"/>
        <w:rPr>
          <w:sz w:val="24"/>
          <w:lang w:val="es-ES"/>
        </w:rPr>
      </w:pPr>
    </w:p>
    <w:sectPr w:rsidR="00117BA3" w:rsidRPr="00117BA3" w:rsidSect="00A527B5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282D"/>
    <w:multiLevelType w:val="hybridMultilevel"/>
    <w:tmpl w:val="B0183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A7666"/>
    <w:multiLevelType w:val="hybridMultilevel"/>
    <w:tmpl w:val="86F25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81E64"/>
    <w:multiLevelType w:val="hybridMultilevel"/>
    <w:tmpl w:val="D26AC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8747F"/>
    <w:multiLevelType w:val="hybridMultilevel"/>
    <w:tmpl w:val="029C5B38"/>
    <w:lvl w:ilvl="0" w:tplc="9D9007C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C17A57"/>
    <w:multiLevelType w:val="hybridMultilevel"/>
    <w:tmpl w:val="F420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D03F3"/>
    <w:multiLevelType w:val="hybridMultilevel"/>
    <w:tmpl w:val="00729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06307"/>
    <w:multiLevelType w:val="hybridMultilevel"/>
    <w:tmpl w:val="A98E4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1916AB"/>
    <w:multiLevelType w:val="hybridMultilevel"/>
    <w:tmpl w:val="02CCC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60291"/>
    <w:multiLevelType w:val="hybridMultilevel"/>
    <w:tmpl w:val="8C32D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1272F"/>
    <w:multiLevelType w:val="hybridMultilevel"/>
    <w:tmpl w:val="1004C97A"/>
    <w:lvl w:ilvl="0" w:tplc="A27021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6C1DEA"/>
    <w:multiLevelType w:val="hybridMultilevel"/>
    <w:tmpl w:val="DE4EE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98"/>
    <w:rsid w:val="00057BF8"/>
    <w:rsid w:val="00117BA3"/>
    <w:rsid w:val="00164D46"/>
    <w:rsid w:val="001928C5"/>
    <w:rsid w:val="001B2F7E"/>
    <w:rsid w:val="00275D85"/>
    <w:rsid w:val="003C0969"/>
    <w:rsid w:val="003E01C5"/>
    <w:rsid w:val="004327D8"/>
    <w:rsid w:val="00506EBB"/>
    <w:rsid w:val="00512ECA"/>
    <w:rsid w:val="005141C5"/>
    <w:rsid w:val="00593E20"/>
    <w:rsid w:val="005B4ECA"/>
    <w:rsid w:val="005B5209"/>
    <w:rsid w:val="006024D4"/>
    <w:rsid w:val="0062230E"/>
    <w:rsid w:val="00636093"/>
    <w:rsid w:val="006D18FF"/>
    <w:rsid w:val="00762198"/>
    <w:rsid w:val="00861291"/>
    <w:rsid w:val="008A7E94"/>
    <w:rsid w:val="008B4FE2"/>
    <w:rsid w:val="00A45F14"/>
    <w:rsid w:val="00A527B5"/>
    <w:rsid w:val="00B377C0"/>
    <w:rsid w:val="00D031AA"/>
    <w:rsid w:val="00D34949"/>
    <w:rsid w:val="00D65923"/>
    <w:rsid w:val="00E9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B276C283</Template>
  <TotalTime>83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Marrs</dc:creator>
  <cp:lastModifiedBy>Samantha Marrs</cp:lastModifiedBy>
  <cp:revision>20</cp:revision>
  <dcterms:created xsi:type="dcterms:W3CDTF">2012-05-21T13:40:00Z</dcterms:created>
  <dcterms:modified xsi:type="dcterms:W3CDTF">2012-05-21T18:19:00Z</dcterms:modified>
</cp:coreProperties>
</file>